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C11BD" w14:textId="77777777"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C45B74A" wp14:editId="799568F2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EAED849" w14:textId="53C3395B" w:rsidR="001466B0" w:rsidRDefault="007A648E" w:rsidP="001466B0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06087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483C3E">
                                      <w:rPr>
                                        <w:rStyle w:val="Style2"/>
                                      </w:rPr>
                                      <w:t>26</w:t>
                                    </w:r>
                                  </w:p>
                                </w:sdtContent>
                              </w:sdt>
                              <w:p w14:paraId="6CD8FB93" w14:textId="77777777" w:rsidR="00483C3E" w:rsidRPr="00535962" w:rsidRDefault="00483C3E" w:rsidP="001466B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6E933B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5B74A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EAED849" w14:textId="53C3395B" w:rsidR="001466B0" w:rsidRDefault="007A648E" w:rsidP="001466B0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060871">
                                <w:rPr>
                                  <w:rStyle w:val="Style2"/>
                                </w:rPr>
                                <w:t>4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483C3E">
                                <w:rPr>
                                  <w:rStyle w:val="Style2"/>
                                </w:rPr>
                                <w:t>26</w:t>
                              </w:r>
                            </w:p>
                          </w:sdtContent>
                        </w:sdt>
                        <w:p w14:paraId="6CD8FB93" w14:textId="77777777" w:rsidR="00483C3E" w:rsidRPr="00535962" w:rsidRDefault="00483C3E" w:rsidP="001466B0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326E933B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E80EA9" wp14:editId="28876840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9A082" w14:textId="77777777" w:rsidR="0026335F" w:rsidRPr="0026335F" w:rsidRDefault="00790F4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80EA9" id="Text Box 12" o:spid="_x0000_s1031" type="#_x0000_t202" style="position:absolute;margin-left:352.5pt;margin-top:12.75pt;width:151.55pt;height:21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" filled="f" stroked="f">
                <v:textbox>
                  <w:txbxContent>
                    <w:p w14:paraId="1329A082" w14:textId="77777777" w:rsidR="0026335F" w:rsidRPr="0026335F" w:rsidRDefault="00790F4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6DB726A7" wp14:editId="2652D8D8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5599D4" wp14:editId="15FB3F2C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95F4E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599D4" id="Text Box 20" o:spid="_x0000_s1032" type="#_x0000_t202" style="position:absolute;margin-left:-31.1pt;margin-top:-46.5pt;width:74.65pt;height:24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YjmxfgAAAACgEAAA8AAAAAAAAAAAAAAAAANAQAAGRycy9kb3ducmV2LnhtbFBLBQYAAAAA&#10;BAAEAPMAAABBBQAAAAA=&#10;" filled="f" stroked="f">
                <v:textbox inset="0,0,0,0">
                  <w:txbxContent>
                    <w:p w14:paraId="66695F4E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B336B3" wp14:editId="1A24E1BD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0" t="0" r="0" b="76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1D02A0A" w14:textId="1B96CE6C" w:rsidR="00BC61BD" w:rsidRPr="00BC61BD" w:rsidRDefault="00790F4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0379D4AA" wp14:editId="3172F5EE">
                                      <wp:extent cx="845820" cy="845820"/>
                                      <wp:effectExtent l="0" t="0" r="0" b="0"/>
                                      <wp:docPr id="781222650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81222650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336B3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1D02A0A" w14:textId="1B96CE6C" w:rsidR="00BC61BD" w:rsidRPr="00BC61BD" w:rsidRDefault="00790F4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0379D4AA" wp14:editId="3172F5EE">
                                <wp:extent cx="845820" cy="845820"/>
                                <wp:effectExtent l="0" t="0" r="0" b="0"/>
                                <wp:docPr id="781222650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1222650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286143B2" w14:textId="77777777"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1CA57E" wp14:editId="7E05CA35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11819" w14:textId="77777777" w:rsidR="002E1412" w:rsidRPr="002E1412" w:rsidRDefault="00790F4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CA57E"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" stroked="f">
                <v:textbox>
                  <w:txbxContent>
                    <w:p w14:paraId="30211819" w14:textId="77777777" w:rsidR="002E1412" w:rsidRPr="002E1412" w:rsidRDefault="00790F4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2B41C6" wp14:editId="79871FC5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2CB4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B41C6" id="Text Box 13" o:spid="_x0000_s1035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0672CB4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C7410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C74107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C7410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C7410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66EDACE" w14:textId="77777777"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DAB669" wp14:editId="1494BF13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C690D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AB669"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" stroked="f">
                <v:textbox>
                  <w:txbxContent>
                    <w:p w14:paraId="5BBC690D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5CCF431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32C0D019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29FC0FD2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730915" wp14:editId="3D30218D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F21A8" w14:textId="77777777" w:rsidR="002E1412" w:rsidRPr="002E1412" w:rsidRDefault="00790F4A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0915"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" stroked="f">
                <v:textbox>
                  <w:txbxContent>
                    <w:p w14:paraId="1ABF21A8" w14:textId="77777777" w:rsidR="002E1412" w:rsidRPr="002E1412" w:rsidRDefault="00790F4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5F7C2BB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4CF658CC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21B9744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62AED6C1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87199D4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6927538C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4A2EA94" w14:textId="77777777" w:rsidTr="00E82502">
        <w:trPr>
          <w:cantSplit/>
          <w:trHeight w:val="440"/>
        </w:trPr>
        <w:tc>
          <w:tcPr>
            <w:tcW w:w="9252" w:type="dxa"/>
          </w:tcPr>
          <w:p w14:paraId="24BD1387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23D69E94" w14:textId="77777777" w:rsidTr="00E82502">
        <w:trPr>
          <w:cantSplit/>
          <w:trHeight w:val="440"/>
        </w:trPr>
        <w:tc>
          <w:tcPr>
            <w:tcW w:w="9252" w:type="dxa"/>
          </w:tcPr>
          <w:p w14:paraId="790DDCA5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1EDF49B6" w14:textId="77777777" w:rsidTr="00E82502">
        <w:trPr>
          <w:cantSplit/>
          <w:trHeight w:val="440"/>
        </w:trPr>
        <w:tc>
          <w:tcPr>
            <w:tcW w:w="9252" w:type="dxa"/>
          </w:tcPr>
          <w:p w14:paraId="7B8E5852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77B43DC8" w14:textId="77777777" w:rsidTr="00E82502">
        <w:trPr>
          <w:cantSplit/>
          <w:trHeight w:val="440"/>
        </w:trPr>
        <w:tc>
          <w:tcPr>
            <w:tcW w:w="9252" w:type="dxa"/>
          </w:tcPr>
          <w:p w14:paraId="771B91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683B684B" w14:textId="77777777" w:rsidTr="00E82502">
        <w:trPr>
          <w:cantSplit/>
          <w:trHeight w:val="440"/>
        </w:trPr>
        <w:tc>
          <w:tcPr>
            <w:tcW w:w="9252" w:type="dxa"/>
          </w:tcPr>
          <w:p w14:paraId="58B30E6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513DF899" w14:textId="77777777" w:rsidTr="00E82502">
        <w:trPr>
          <w:cantSplit/>
          <w:trHeight w:val="440"/>
        </w:trPr>
        <w:tc>
          <w:tcPr>
            <w:tcW w:w="9252" w:type="dxa"/>
          </w:tcPr>
          <w:p w14:paraId="4A1CE2E8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5139BA1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2EA40B9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665CC15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F73317B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5176F945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9C045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567572E7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5C77D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5B9C6108" wp14:editId="19435E34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81B2C1" wp14:editId="32B362FE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23401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7091F1E9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81B2C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75023401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7091F1E9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E96BB0" wp14:editId="63D5085E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28F83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E96BB0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09028F83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2922C3A1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5B7BA53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473DCE3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BEDEF65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0205C3F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260B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7A835295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5479"/>
    <w:rsid w:val="0005093A"/>
    <w:rsid w:val="0005792C"/>
    <w:rsid w:val="00060871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C6381"/>
    <w:rsid w:val="001F2994"/>
    <w:rsid w:val="001F73A7"/>
    <w:rsid w:val="002009A7"/>
    <w:rsid w:val="00253DBA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83C3E"/>
    <w:rsid w:val="004B30DA"/>
    <w:rsid w:val="004C440A"/>
    <w:rsid w:val="004D45A8"/>
    <w:rsid w:val="00535962"/>
    <w:rsid w:val="005810AB"/>
    <w:rsid w:val="005C4417"/>
    <w:rsid w:val="00611A07"/>
    <w:rsid w:val="0062592A"/>
    <w:rsid w:val="006506D0"/>
    <w:rsid w:val="00651E48"/>
    <w:rsid w:val="00666D56"/>
    <w:rsid w:val="00670152"/>
    <w:rsid w:val="006709BC"/>
    <w:rsid w:val="006E5B37"/>
    <w:rsid w:val="006F567F"/>
    <w:rsid w:val="00716EB5"/>
    <w:rsid w:val="00725091"/>
    <w:rsid w:val="00726673"/>
    <w:rsid w:val="00780880"/>
    <w:rsid w:val="00790F4A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9222B"/>
    <w:rsid w:val="00EA6B34"/>
    <w:rsid w:val="00EA7406"/>
    <w:rsid w:val="00EE1E7B"/>
    <w:rsid w:val="00F225BF"/>
    <w:rsid w:val="00F53753"/>
    <w:rsid w:val="00F7167E"/>
    <w:rsid w:val="00F7443C"/>
    <w:rsid w:val="00F84D68"/>
    <w:rsid w:val="00F87DA5"/>
    <w:rsid w:val="00F9504D"/>
    <w:rsid w:val="00FA01DC"/>
    <w:rsid w:val="00FA2AFA"/>
    <w:rsid w:val="00FC2870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45C34AC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C497-09E2-4362-8E5B-8F967CDB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7</cp:revision>
  <cp:lastPrinted>2011-03-04T18:48:00Z</cp:lastPrinted>
  <dcterms:created xsi:type="dcterms:W3CDTF">2023-10-03T15:03:00Z</dcterms:created>
  <dcterms:modified xsi:type="dcterms:W3CDTF">2025-11-07T14:05:00Z</dcterms:modified>
</cp:coreProperties>
</file>